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0FF09" w14:textId="6E5AA1FE" w:rsidR="00525119" w:rsidRDefault="00512F1F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CBBC272" wp14:editId="10C257C9">
            <wp:simplePos x="0" y="0"/>
            <wp:positionH relativeFrom="column">
              <wp:posOffset>6054664</wp:posOffset>
            </wp:positionH>
            <wp:positionV relativeFrom="paragraph">
              <wp:posOffset>3474232</wp:posOffset>
            </wp:positionV>
            <wp:extent cx="572188" cy="40176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0A81579" wp14:editId="0B4C96B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143F3A42" wp14:editId="58AAC3E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3D335F">
        <w:rPr>
          <w:rFonts w:ascii="Segoe Print" w:hAnsi="Segoe Print"/>
          <w:b/>
          <w:sz w:val="24"/>
        </w:rPr>
        <w:t>6</w:t>
      </w:r>
      <w:r w:rsidR="00D51195" w:rsidRPr="0090117B">
        <w:rPr>
          <w:rFonts w:ascii="Segoe Print" w:hAnsi="Segoe Print"/>
          <w:b/>
          <w:sz w:val="24"/>
        </w:rPr>
        <w:t>.</w:t>
      </w:r>
      <w:r w:rsidR="00E8230B">
        <w:rPr>
          <w:rFonts w:ascii="Segoe Print" w:hAnsi="Segoe Print"/>
          <w:b/>
          <w:sz w:val="24"/>
        </w:rPr>
        <w:t>2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967167">
        <w:rPr>
          <w:rFonts w:ascii="Segoe Print" w:hAnsi="Segoe Print"/>
          <w:b/>
          <w:sz w:val="24"/>
        </w:rPr>
        <w:t>Calculator Allowed</w:t>
      </w:r>
    </w:p>
    <w:p w14:paraId="7D34A5B4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1A3D2AA4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67C5D563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7E70A61A" w14:textId="77777777" w:rsidR="00D37D7F" w:rsidRDefault="00D37D7F" w:rsidP="00D37D7F">
            <w:pPr>
              <w:spacing w:before="120" w:after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Share £119 in the ratio 3 : 4</w:t>
            </w:r>
          </w:p>
          <w:p w14:paraId="05FCE72A" w14:textId="77777777" w:rsidR="00E20822" w:rsidRPr="00FB0E81" w:rsidRDefault="00E20822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523CE72F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057DE75F" w14:textId="77777777" w:rsidR="003D335F" w:rsidRDefault="003D335F" w:rsidP="003D33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Expand</w:t>
            </w:r>
          </w:p>
          <w:p w14:paraId="770A875E" w14:textId="77777777" w:rsidR="007D462B" w:rsidRPr="000A63AF" w:rsidRDefault="007D462B" w:rsidP="007D462B">
            <w:pPr>
              <w:spacing w:after="0"/>
              <w:rPr>
                <w:rFonts w:ascii="Avenir Book" w:eastAsiaTheme="minorEastAsia" w:hAnsi="Avenir Book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7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3-5x</m:t>
                    </m:r>
                  </m:e>
                </m:d>
              </m:oMath>
            </m:oMathPara>
          </w:p>
          <w:p w14:paraId="0DCA0562" w14:textId="77777777" w:rsidR="00E20822" w:rsidRPr="000A63AF" w:rsidRDefault="00E20822" w:rsidP="0064471D">
            <w:pPr>
              <w:spacing w:before="120" w:after="0"/>
              <w:rPr>
                <w:rFonts w:ascii="Avenir Book" w:eastAsiaTheme="minorEastAsia" w:hAnsi="Avenir Book"/>
              </w:rPr>
            </w:pPr>
          </w:p>
        </w:tc>
      </w:tr>
      <w:tr w:rsidR="00E20822" w:rsidRPr="00C240D5" w14:paraId="28132478" w14:textId="77777777" w:rsidTr="00CD0FE6">
        <w:trPr>
          <w:trHeight w:val="1830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799853C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0895742B" w14:textId="0C3ED2B6" w:rsidR="00946E29" w:rsidRDefault="003D335F" w:rsidP="003D335F">
            <w:pPr>
              <w:spacing w:before="120" w:after="0"/>
            </w:pPr>
            <w:r>
              <w:t>The exchange rate is £1 : 4.9 Brazilian Real.</w:t>
            </w:r>
          </w:p>
          <w:p w14:paraId="7186ED4E" w14:textId="77777777" w:rsidR="00E20822" w:rsidRDefault="003D335F" w:rsidP="003D335F">
            <w:pPr>
              <w:spacing w:before="120" w:after="0"/>
            </w:pPr>
            <w:r>
              <w:t>How much is 220 Brazilian Real in pounds?</w:t>
            </w:r>
          </w:p>
          <w:p w14:paraId="604ACABC" w14:textId="77777777" w:rsidR="003D335F" w:rsidRPr="00C240D5" w:rsidRDefault="003D335F" w:rsidP="003D335F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05082D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1BB72A59" w14:textId="77777777" w:rsidR="003D335F" w:rsidRDefault="003D335F" w:rsidP="003D335F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What is  the median of </w:t>
            </w:r>
          </w:p>
          <w:p w14:paraId="5CE0686E" w14:textId="596C168B" w:rsidR="00E20822" w:rsidRPr="00C240D5" w:rsidRDefault="00012210" w:rsidP="003D335F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0.6  0. 3  0. 7   0.5   0.1   0.9   </w:t>
            </w:r>
          </w:p>
        </w:tc>
      </w:tr>
      <w:tr w:rsidR="00E20822" w:rsidRPr="00C240D5" w14:paraId="2EF80984" w14:textId="77777777" w:rsidTr="00512F1F">
        <w:trPr>
          <w:trHeight w:val="1557"/>
        </w:trPr>
        <w:tc>
          <w:tcPr>
            <w:tcW w:w="421" w:type="dxa"/>
            <w:tcBorders>
              <w:right w:val="nil"/>
            </w:tcBorders>
          </w:tcPr>
          <w:p w14:paraId="016AE7A3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D451C19" w14:textId="78639EE6" w:rsidR="003D335F" w:rsidRDefault="00946E29" w:rsidP="003D335F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Which trig ratio would you select for the following</w:t>
            </w:r>
            <w:r w:rsidR="00512F1F">
              <w:rPr>
                <w:rFonts w:ascii="Avenir Book" w:hAnsi="Avenir Book"/>
              </w:rPr>
              <w:t xml:space="preserve"> pairs of sides</w:t>
            </w:r>
            <w:r>
              <w:rPr>
                <w:rFonts w:ascii="Avenir Book" w:hAnsi="Avenir Book"/>
              </w:rPr>
              <w:t>:</w:t>
            </w:r>
          </w:p>
          <w:p w14:paraId="5F53DAA6" w14:textId="1BA29652" w:rsidR="007E2C1A" w:rsidRPr="00C240D5" w:rsidRDefault="00512F1F" w:rsidP="00512F1F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A and O:                                             H and O:                                           A and H:</w:t>
            </w:r>
            <w:r>
              <w:rPr>
                <w:noProof/>
                <w:lang w:eastAsia="en-GB"/>
              </w:rPr>
              <w:t xml:space="preserve"> </w:t>
            </w:r>
          </w:p>
        </w:tc>
      </w:tr>
    </w:tbl>
    <w:p w14:paraId="7C91E66A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04416C12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5CDB8FE1" w14:textId="77777777" w:rsidR="003D335F" w:rsidRDefault="003D335F" w:rsidP="00525119">
      <w:pPr>
        <w:spacing w:after="0"/>
        <w:rPr>
          <w:rFonts w:ascii="Avenir Book" w:hAnsi="Avenir Book"/>
          <w:sz w:val="24"/>
          <w:szCs w:val="24"/>
        </w:rPr>
      </w:pPr>
    </w:p>
    <w:p w14:paraId="118A747A" w14:textId="77148B26" w:rsidR="00F00E6D" w:rsidRDefault="00F00E6D" w:rsidP="00F00E6D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776F9FAC" wp14:editId="104D710A">
            <wp:simplePos x="0" y="0"/>
            <wp:positionH relativeFrom="column">
              <wp:posOffset>6054664</wp:posOffset>
            </wp:positionH>
            <wp:positionV relativeFrom="paragraph">
              <wp:posOffset>3474232</wp:posOffset>
            </wp:positionV>
            <wp:extent cx="572188" cy="401760"/>
            <wp:effectExtent l="0" t="0" r="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88" cy="40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1552" behindDoc="0" locked="0" layoutInCell="1" allowOverlap="1" wp14:anchorId="05F64150" wp14:editId="533441C6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2" name="Picture 1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70528" behindDoc="0" locked="0" layoutInCell="1" allowOverlap="1" wp14:anchorId="16CC2D1D" wp14:editId="31EB5F64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3" name="Picture 1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6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 w:rsidR="00967167">
        <w:rPr>
          <w:rFonts w:ascii="Segoe Print" w:hAnsi="Segoe Print"/>
          <w:b/>
          <w:sz w:val="24"/>
        </w:rPr>
        <w:t>Calculator Allowed</w:t>
      </w:r>
      <w:bookmarkStart w:id="0" w:name="_GoBack"/>
      <w:bookmarkEnd w:id="0"/>
    </w:p>
    <w:p w14:paraId="07A33827" w14:textId="77777777" w:rsidR="00F00E6D" w:rsidRDefault="00F00E6D" w:rsidP="00F00E6D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F00E6D" w:rsidRPr="000A63AF" w14:paraId="14F27763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1BADDCC1" w14:textId="77777777" w:rsidR="00F00E6D" w:rsidRPr="00C240D5" w:rsidRDefault="00F00E6D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77FA8E82" w14:textId="77777777" w:rsidR="00F00E6D" w:rsidRDefault="00F00E6D" w:rsidP="00E01254">
            <w:pPr>
              <w:spacing w:before="120" w:after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Share £119 in the ratio 3 : 4</w:t>
            </w:r>
          </w:p>
          <w:p w14:paraId="623A0C7B" w14:textId="77777777" w:rsidR="00F00E6D" w:rsidRPr="00FB0E81" w:rsidRDefault="00F00E6D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67FDC33E" w14:textId="77777777" w:rsidR="00F00E6D" w:rsidRPr="00C240D5" w:rsidRDefault="00F00E6D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0D380555" w14:textId="77777777" w:rsidR="00F00E6D" w:rsidRDefault="00F00E6D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Expand</w:t>
            </w:r>
          </w:p>
          <w:p w14:paraId="39313F42" w14:textId="77777777" w:rsidR="00F00E6D" w:rsidRPr="000A63AF" w:rsidRDefault="00F00E6D" w:rsidP="00E01254">
            <w:pPr>
              <w:spacing w:after="0"/>
              <w:rPr>
                <w:rFonts w:ascii="Avenir Book" w:eastAsiaTheme="minorEastAsia" w:hAnsi="Avenir Book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7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3-5x</m:t>
                    </m:r>
                  </m:e>
                </m:d>
              </m:oMath>
            </m:oMathPara>
          </w:p>
          <w:p w14:paraId="3154955A" w14:textId="77777777" w:rsidR="00F00E6D" w:rsidRPr="000A63AF" w:rsidRDefault="00F00E6D" w:rsidP="00E01254">
            <w:pPr>
              <w:spacing w:before="120" w:after="0"/>
              <w:rPr>
                <w:rFonts w:ascii="Avenir Book" w:eastAsiaTheme="minorEastAsia" w:hAnsi="Avenir Book"/>
              </w:rPr>
            </w:pPr>
          </w:p>
        </w:tc>
      </w:tr>
      <w:tr w:rsidR="00F00E6D" w:rsidRPr="00C240D5" w14:paraId="6267719E" w14:textId="77777777" w:rsidTr="00CD0FE6">
        <w:trPr>
          <w:trHeight w:val="1832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4DAD4B3" w14:textId="77777777" w:rsidR="00F00E6D" w:rsidRPr="00C240D5" w:rsidRDefault="00F00E6D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179EF8E0" w14:textId="13734C73" w:rsidR="00F00E6D" w:rsidRDefault="00F00E6D" w:rsidP="00E01254">
            <w:pPr>
              <w:spacing w:before="120" w:after="0"/>
            </w:pPr>
            <w:r>
              <w:t>The exchange rate is £1 : 4.9 Brazilian Real.</w:t>
            </w:r>
          </w:p>
          <w:p w14:paraId="48BE55CF" w14:textId="77777777" w:rsidR="00F00E6D" w:rsidRDefault="00F00E6D" w:rsidP="00E01254">
            <w:pPr>
              <w:spacing w:before="120" w:after="0"/>
            </w:pPr>
            <w:r>
              <w:t>How much is 220 Brazilian Real in pounds?</w:t>
            </w:r>
          </w:p>
          <w:p w14:paraId="48EEB506" w14:textId="77777777" w:rsidR="00F00E6D" w:rsidRPr="00C240D5" w:rsidRDefault="00F00E6D" w:rsidP="00E01254">
            <w:pPr>
              <w:spacing w:before="120" w:after="0"/>
              <w:rPr>
                <w:rFonts w:ascii="Avenir Book" w:hAnsi="Avenir Book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08A38452" w14:textId="77777777" w:rsidR="00F00E6D" w:rsidRPr="00C240D5" w:rsidRDefault="00F00E6D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0417E8CD" w14:textId="77777777" w:rsidR="00F00E6D" w:rsidRDefault="00F00E6D" w:rsidP="00E01254">
            <w:pPr>
              <w:spacing w:before="120"/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What is  the median of </w:t>
            </w:r>
          </w:p>
          <w:p w14:paraId="244ABDFE" w14:textId="77777777" w:rsidR="00F00E6D" w:rsidRPr="00C240D5" w:rsidRDefault="00F00E6D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0.6  0. 3  0. 7   0.5   0.1   0.9   </w:t>
            </w:r>
          </w:p>
        </w:tc>
      </w:tr>
      <w:tr w:rsidR="00F00E6D" w:rsidRPr="00C240D5" w14:paraId="3A5C066F" w14:textId="77777777" w:rsidTr="00E01254">
        <w:trPr>
          <w:trHeight w:val="1557"/>
        </w:trPr>
        <w:tc>
          <w:tcPr>
            <w:tcW w:w="421" w:type="dxa"/>
            <w:tcBorders>
              <w:right w:val="nil"/>
            </w:tcBorders>
          </w:tcPr>
          <w:p w14:paraId="357EAB04" w14:textId="77777777" w:rsidR="00F00E6D" w:rsidRPr="00C240D5" w:rsidRDefault="00F00E6D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7739284" w14:textId="77777777" w:rsidR="00F00E6D" w:rsidRDefault="00F00E6D" w:rsidP="00E01254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Which trig ratio would you select for the following pairs of sides:</w:t>
            </w:r>
          </w:p>
          <w:p w14:paraId="07C8B889" w14:textId="77777777" w:rsidR="00F00E6D" w:rsidRPr="00C240D5" w:rsidRDefault="00F00E6D" w:rsidP="00E01254">
            <w:pPr>
              <w:tabs>
                <w:tab w:val="left" w:pos="1440"/>
              </w:tabs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A and O:                                             H and O:                                           A and H:</w:t>
            </w:r>
            <w:r>
              <w:rPr>
                <w:noProof/>
                <w:lang w:eastAsia="en-GB"/>
              </w:rPr>
              <w:t xml:space="preserve"> </w:t>
            </w:r>
          </w:p>
        </w:tc>
      </w:tr>
    </w:tbl>
    <w:p w14:paraId="4803462D" w14:textId="77777777" w:rsidR="003D335F" w:rsidRDefault="003D335F" w:rsidP="00525119">
      <w:pPr>
        <w:spacing w:after="0"/>
        <w:rPr>
          <w:rFonts w:ascii="Avenir Book" w:hAnsi="Avenir Book"/>
          <w:sz w:val="24"/>
          <w:szCs w:val="24"/>
        </w:rPr>
      </w:pPr>
    </w:p>
    <w:sectPr w:rsidR="003D335F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35F"/>
    <w:rsid w:val="00012210"/>
    <w:rsid w:val="000A43CA"/>
    <w:rsid w:val="000A63AF"/>
    <w:rsid w:val="001826A9"/>
    <w:rsid w:val="00213C21"/>
    <w:rsid w:val="00246559"/>
    <w:rsid w:val="002D5D86"/>
    <w:rsid w:val="00333535"/>
    <w:rsid w:val="003D335F"/>
    <w:rsid w:val="003F51D8"/>
    <w:rsid w:val="00505FC9"/>
    <w:rsid w:val="00512F1F"/>
    <w:rsid w:val="00525119"/>
    <w:rsid w:val="0064471D"/>
    <w:rsid w:val="00705472"/>
    <w:rsid w:val="007B4226"/>
    <w:rsid w:val="007D462B"/>
    <w:rsid w:val="007E2C1A"/>
    <w:rsid w:val="0090117B"/>
    <w:rsid w:val="00946E29"/>
    <w:rsid w:val="00967167"/>
    <w:rsid w:val="0099142F"/>
    <w:rsid w:val="00AD3C1A"/>
    <w:rsid w:val="00BE7AC9"/>
    <w:rsid w:val="00C240D5"/>
    <w:rsid w:val="00C41860"/>
    <w:rsid w:val="00CD0FE6"/>
    <w:rsid w:val="00D37D7F"/>
    <w:rsid w:val="00D51195"/>
    <w:rsid w:val="00DB511B"/>
    <w:rsid w:val="00E20822"/>
    <w:rsid w:val="00E7749A"/>
    <w:rsid w:val="00E8230B"/>
    <w:rsid w:val="00EC4CCA"/>
    <w:rsid w:val="00F00E6D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E7B3D"/>
  <w15:docId w15:val="{6C5A81BA-750A-5046-8FA3-D6558B3B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11</cp:revision>
  <dcterms:created xsi:type="dcterms:W3CDTF">2019-02-22T19:01:00Z</dcterms:created>
  <dcterms:modified xsi:type="dcterms:W3CDTF">2019-02-22T19:11:00Z</dcterms:modified>
</cp:coreProperties>
</file>